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656992"/>
      <w:bookmarkEnd w:id="0"/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1" w:name="_Hlk37147706"/>
      <w:r>
        <w:rPr>
          <w:lang w:val="fr-BE"/>
        </w:rPr>
        <w:t xml:space="preserve">Sifonisch werkend urinoir met </w:t>
      </w:r>
      <w:r w:rsidR="00DD2153">
        <w:rPr>
          <w:lang w:val="fr-BE"/>
        </w:rPr>
        <w:t xml:space="preserve">zichtbare </w:t>
      </w:r>
      <w:r>
        <w:rPr>
          <w:lang w:val="fr-BE"/>
        </w:rPr>
        <w:t xml:space="preserve">toevoer langs </w:t>
      </w:r>
      <w:r w:rsidR="00DD2153">
        <w:rPr>
          <w:lang w:val="fr-BE"/>
        </w:rPr>
        <w:t xml:space="preserve">boven.  </w:t>
      </w:r>
      <w:r>
        <w:rPr>
          <w:lang w:val="fr-BE"/>
        </w:rPr>
        <w:t>Strak model met rechthoekige vorm tegen de muur.  Het daaruit vloeiende driehoekige opvan</w:t>
      </w:r>
      <w:r w:rsidR="00DD2153">
        <w:rPr>
          <w:lang w:val="fr-BE"/>
        </w:rPr>
        <w:t>g</w:t>
      </w:r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CC2306" w:rsidRPr="00C1077D" w:rsidRDefault="00CC2306" w:rsidP="00CC2306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415AD5" w:rsidRPr="000D54BA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415AD5" w:rsidRPr="000D54BA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415AD5" w:rsidRDefault="00415AD5" w:rsidP="00415AD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1"/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137DA1">
        <w:t>langs boven</w:t>
      </w:r>
      <w:bookmarkStart w:id="2" w:name="_GoBack"/>
      <w:bookmarkEnd w:id="2"/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415AD5" w:rsidRDefault="00415AD5" w:rsidP="002F1A08"/>
    <w:p w:rsidR="003B5FC0" w:rsidRDefault="003B5FC0" w:rsidP="002F1A08"/>
    <w:p w:rsidR="00415AD5" w:rsidRDefault="00415AD5" w:rsidP="002F1A08"/>
    <w:p w:rsidR="00415AD5" w:rsidRDefault="00415AD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3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3"/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CC2306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CC453FD" wp14:editId="42D70952">
            <wp:extent cx="2463165" cy="3274825"/>
            <wp:effectExtent l="0" t="0" r="0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884" cy="3285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FC0" w:rsidRDefault="003B5FC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FC0" w:rsidRDefault="003B5FC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FC0" w:rsidRDefault="003B5FC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415AD5">
      <w:rPr>
        <w:rFonts w:ascii="Arial" w:hAnsi="Arial" w:cs="Arial"/>
        <w:b/>
        <w:szCs w:val="24"/>
        <w:lang w:val="fr-BE"/>
      </w:rPr>
      <w:t>van boven</w:t>
    </w:r>
    <w:r>
      <w:rPr>
        <w:rFonts w:ascii="Arial" w:hAnsi="Arial" w:cs="Arial"/>
        <w:b/>
        <w:szCs w:val="24"/>
        <w:lang w:val="fr-BE"/>
      </w:rPr>
      <w:t>,</w:t>
    </w:r>
  </w:p>
  <w:p w:rsidR="00CC230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CC230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keratect 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FC0" w:rsidRDefault="003B5FC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37D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B5FC0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5AD5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B99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2306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2153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8AE65D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3ED8554-9CCF-4F7A-8B50-80570FF55FA2}"/>
</file>

<file path=customXml/itemProps2.xml><?xml version="1.0" encoding="utf-8"?>
<ds:datastoreItem xmlns:ds="http://schemas.openxmlformats.org/officeDocument/2006/customXml" ds:itemID="{B77AD330-7DF5-4E38-B6F1-E95886249727}"/>
</file>

<file path=customXml/itemProps3.xml><?xml version="1.0" encoding="utf-8"?>
<ds:datastoreItem xmlns:ds="http://schemas.openxmlformats.org/officeDocument/2006/customXml" ds:itemID="{D1071BBA-C5B7-4561-A536-B7566F44A09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22</TotalTime>
  <Pages>2</Pages>
  <Words>240</Words>
  <Characters>1470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